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D19E3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6196F8D9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77D57F6F" w14:textId="5F49A05F" w:rsidR="008A01A4" w:rsidRPr="008A01A4" w:rsidRDefault="009A30D3" w:rsidP="009A30D3">
      <w:pPr>
        <w:tabs>
          <w:tab w:val="left" w:pos="426"/>
        </w:tabs>
        <w:ind w:right="401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ab/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3C3A76">
        <w:rPr>
          <w:rFonts w:asciiTheme="minorHAnsi" w:hAnsiTheme="minorHAnsi" w:cs="Tahoma"/>
          <w:b/>
          <w:sz w:val="22"/>
          <w:szCs w:val="22"/>
        </w:rPr>
        <w:t>4</w:t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</w:t>
      </w:r>
      <w:r>
        <w:rPr>
          <w:rFonts w:asciiTheme="minorHAnsi" w:hAnsiTheme="minorHAnsi" w:cs="Tahoma"/>
          <w:b/>
          <w:sz w:val="22"/>
          <w:szCs w:val="22"/>
        </w:rPr>
        <w:t>ke</w:t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 střetu zájmů</w:t>
      </w:r>
    </w:p>
    <w:p w14:paraId="5486C706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18E1B34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1"/>
        <w:gridCol w:w="7146"/>
      </w:tblGrid>
      <w:tr w:rsidR="008A01A4" w:rsidRPr="00C64248" w14:paraId="00120680" w14:textId="77777777" w:rsidTr="009A30D3">
        <w:tc>
          <w:tcPr>
            <w:tcW w:w="2351" w:type="dxa"/>
            <w:shd w:val="clear" w:color="auto" w:fill="F2F2F2"/>
            <w:vAlign w:val="center"/>
          </w:tcPr>
          <w:p w14:paraId="53B6748E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</w:tcPr>
          <w:p w14:paraId="19A23D2F" w14:textId="77A5A14D" w:rsidR="008A01A4" w:rsidRPr="009A30D3" w:rsidRDefault="00A64476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A30D3">
              <w:rPr>
                <w:rFonts w:asciiTheme="minorHAnsi" w:hAnsiTheme="minorHAnsi" w:cs="Calibri"/>
                <w:b/>
                <w:sz w:val="22"/>
                <w:szCs w:val="22"/>
              </w:rPr>
              <w:t>Dodávka punkční techniky</w:t>
            </w:r>
            <w:r w:rsidR="00D5756A" w:rsidRPr="009A30D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163676" w:rsidRPr="009A30D3">
              <w:rPr>
                <w:rFonts w:asciiTheme="minorHAnsi" w:hAnsiTheme="minorHAnsi" w:cs="Calibri"/>
                <w:b/>
                <w:sz w:val="22"/>
                <w:szCs w:val="22"/>
              </w:rPr>
              <w:t>–</w:t>
            </w:r>
            <w:r w:rsidR="00D5756A" w:rsidRPr="009A30D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2F57BA">
              <w:rPr>
                <w:rFonts w:asciiTheme="minorHAnsi" w:hAnsiTheme="minorHAnsi" w:cs="Calibri"/>
                <w:b/>
                <w:sz w:val="22"/>
                <w:szCs w:val="22"/>
              </w:rPr>
              <w:t>4</w:t>
            </w:r>
          </w:p>
        </w:tc>
      </w:tr>
      <w:tr w:rsidR="008A01A4" w:rsidRPr="00C64248" w14:paraId="1AC15ABC" w14:textId="77777777" w:rsidTr="009A30D3">
        <w:tc>
          <w:tcPr>
            <w:tcW w:w="2351" w:type="dxa"/>
            <w:vMerge w:val="restart"/>
            <w:shd w:val="clear" w:color="auto" w:fill="F2F2F2"/>
            <w:vAlign w:val="center"/>
          </w:tcPr>
          <w:p w14:paraId="4E90087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146" w:type="dxa"/>
            <w:vAlign w:val="center"/>
          </w:tcPr>
          <w:p w14:paraId="06A2486E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4AB139B6" w14:textId="77777777" w:rsidTr="009A30D3">
        <w:tc>
          <w:tcPr>
            <w:tcW w:w="2351" w:type="dxa"/>
            <w:vMerge/>
            <w:shd w:val="clear" w:color="auto" w:fill="F2F2F2"/>
            <w:vAlign w:val="center"/>
          </w:tcPr>
          <w:p w14:paraId="06C2AFA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46" w:type="dxa"/>
            <w:vAlign w:val="center"/>
          </w:tcPr>
          <w:p w14:paraId="75DA16F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14:paraId="6E43A793" w14:textId="77777777" w:rsidTr="009A30D3">
        <w:tc>
          <w:tcPr>
            <w:tcW w:w="9497" w:type="dxa"/>
            <w:gridSpan w:val="2"/>
            <w:shd w:val="clear" w:color="auto" w:fill="auto"/>
            <w:vAlign w:val="center"/>
          </w:tcPr>
          <w:p w14:paraId="0BFFC560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4479A249" w14:textId="77777777" w:rsidTr="009A30D3">
        <w:trPr>
          <w:trHeight w:val="20"/>
        </w:trPr>
        <w:tc>
          <w:tcPr>
            <w:tcW w:w="9497" w:type="dxa"/>
            <w:gridSpan w:val="2"/>
            <w:shd w:val="clear" w:color="auto" w:fill="F2F2F2" w:themeFill="background1" w:themeFillShade="F2"/>
            <w:vAlign w:val="center"/>
          </w:tcPr>
          <w:p w14:paraId="348098F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168F1440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0953A0D7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84E152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2D4091CA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5858DF9" w14:textId="4390A5CA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</w:t>
            </w:r>
            <w:r w:rsidR="009A30D3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0FA44D92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C8FABD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25AB41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D27B1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0D1E7F7C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C9555F" w14:textId="1C793700" w:rsidR="009A30D3" w:rsidRPr="00C64248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A30D3">
              <w:rPr>
                <w:rFonts w:asciiTheme="minorHAnsi" w:hAnsiTheme="minorHAnsi" w:cs="Calibri"/>
                <w:sz w:val="22"/>
                <w:szCs w:val="22"/>
              </w:rPr>
              <w:t>Osoba oprávněná jednat za dodavatele: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43DCEA8A" w14:textId="5EB81D19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5F43A5E4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1A49B91" w14:textId="1B045335" w:rsidR="009A30D3" w:rsidRPr="009A30D3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 xml:space="preserve">Kontaktní </w:t>
            </w:r>
            <w:r>
              <w:rPr>
                <w:rFonts w:asciiTheme="minorHAnsi" w:hAnsiTheme="minorHAnsi" w:cs="Calibri"/>
                <w:sz w:val="22"/>
                <w:szCs w:val="22"/>
              </w:rPr>
              <w:t>e-mail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2F0E9BC" w14:textId="5841363A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548E5F5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3C133BC" w14:textId="26C011EF" w:rsidR="008A01A4" w:rsidRPr="00C64248" w:rsidDel="00FC316F" w:rsidRDefault="009A30D3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ID</w:t>
            </w:r>
            <w:r w:rsidR="008A01A4" w:rsidRPr="00C64248">
              <w:rPr>
                <w:rFonts w:asciiTheme="minorHAnsi" w:hAnsiTheme="minorHAnsi" w:cs="Calibri"/>
                <w:sz w:val="22"/>
                <w:szCs w:val="22"/>
              </w:rPr>
              <w:t xml:space="preserve"> datové schránky</w:t>
            </w:r>
            <w:r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5EAA1A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010D77DD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15866329" w14:textId="700E9355" w:rsidR="009A30D3" w:rsidRDefault="00585DA7" w:rsidP="009A30D3">
      <w:pPr>
        <w:pStyle w:val="Odstavecseseznamem"/>
        <w:tabs>
          <w:tab w:val="left" w:pos="0"/>
          <w:tab w:val="left" w:pos="426"/>
        </w:tabs>
        <w:suppressAutoHyphens w:val="0"/>
        <w:spacing w:line="240" w:lineRule="auto"/>
        <w:ind w:left="426" w:right="40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A64476">
        <w:rPr>
          <w:rFonts w:asciiTheme="minorHAnsi" w:hAnsiTheme="minorHAnsi"/>
          <w:b/>
          <w:sz w:val="22"/>
          <w:szCs w:val="22"/>
        </w:rPr>
        <w:t>Dodávka punkční</w:t>
      </w:r>
      <w:r w:rsidR="00D5756A">
        <w:rPr>
          <w:rFonts w:asciiTheme="minorHAnsi" w:hAnsiTheme="minorHAnsi"/>
          <w:b/>
          <w:sz w:val="22"/>
          <w:szCs w:val="22"/>
        </w:rPr>
        <w:t xml:space="preserve"> technik</w:t>
      </w:r>
      <w:r w:rsidR="00A64476">
        <w:rPr>
          <w:rFonts w:asciiTheme="minorHAnsi" w:hAnsiTheme="minorHAnsi"/>
          <w:b/>
          <w:sz w:val="22"/>
          <w:szCs w:val="22"/>
        </w:rPr>
        <w:t>y</w:t>
      </w:r>
      <w:r w:rsidR="00D5756A">
        <w:rPr>
          <w:rFonts w:asciiTheme="minorHAnsi" w:hAnsiTheme="minorHAnsi"/>
          <w:b/>
          <w:sz w:val="22"/>
          <w:szCs w:val="22"/>
        </w:rPr>
        <w:t xml:space="preserve"> </w:t>
      </w:r>
      <w:r w:rsidR="00163676">
        <w:rPr>
          <w:rFonts w:asciiTheme="minorHAnsi" w:hAnsiTheme="minorHAnsi"/>
          <w:b/>
          <w:sz w:val="22"/>
          <w:szCs w:val="22"/>
        </w:rPr>
        <w:t>–</w:t>
      </w:r>
      <w:r w:rsidR="00D5756A">
        <w:rPr>
          <w:rFonts w:asciiTheme="minorHAnsi" w:hAnsiTheme="minorHAnsi"/>
          <w:b/>
          <w:sz w:val="22"/>
          <w:szCs w:val="22"/>
        </w:rPr>
        <w:t xml:space="preserve"> </w:t>
      </w:r>
      <w:r w:rsidR="002F57BA">
        <w:rPr>
          <w:rFonts w:asciiTheme="minorHAnsi" w:hAnsiTheme="minorHAnsi"/>
          <w:b/>
          <w:sz w:val="22"/>
          <w:szCs w:val="22"/>
        </w:rPr>
        <w:t>4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</w:t>
      </w:r>
    </w:p>
    <w:p w14:paraId="7CBBF7B4" w14:textId="529ABE61" w:rsidR="003F083A" w:rsidRPr="00C64248" w:rsidRDefault="00B22276" w:rsidP="009A30D3">
      <w:pPr>
        <w:pStyle w:val="Odstavecseseznamem"/>
        <w:tabs>
          <w:tab w:val="left" w:pos="0"/>
          <w:tab w:val="left" w:pos="426"/>
        </w:tabs>
        <w:suppressAutoHyphens w:val="0"/>
        <w:spacing w:line="240" w:lineRule="auto"/>
        <w:ind w:left="426" w:right="40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521AAADA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4195951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3B845663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5EF2E543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14:paraId="27521841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379321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2B831983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F766DCF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D5F996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8C0FC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13454013" w14:textId="64D8C7E5" w:rsidR="001648E6" w:rsidRPr="00C64248" w:rsidRDefault="009A30D3" w:rsidP="009A30D3">
      <w:pPr>
        <w:tabs>
          <w:tab w:val="left" w:pos="0"/>
        </w:tabs>
        <w:ind w:left="-709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62B7CE06" w14:textId="77777777" w:rsidR="001648E6" w:rsidRPr="00C64248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4067B411" w14:textId="23CC2446" w:rsidR="006F0C1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9986114" w14:textId="77777777" w:rsidR="009A30D3" w:rsidRPr="00C64248" w:rsidRDefault="009A30D3" w:rsidP="00C76D83">
      <w:pPr>
        <w:rPr>
          <w:rFonts w:asciiTheme="minorHAnsi" w:hAnsiTheme="minorHAnsi" w:cs="Arial"/>
          <w:sz w:val="22"/>
          <w:szCs w:val="22"/>
        </w:rPr>
      </w:pPr>
    </w:p>
    <w:p w14:paraId="6573BBA0" w14:textId="77777777"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3F1E5F5" w14:textId="24638F3A" w:rsidR="006F0C12" w:rsidRPr="00C64248" w:rsidRDefault="009A30D3" w:rsidP="00C76D8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</w:t>
      </w:r>
    </w:p>
    <w:p w14:paraId="120FB303" w14:textId="6F22C428" w:rsidR="009D6189" w:rsidRPr="00C64248" w:rsidRDefault="009D6189" w:rsidP="009A30D3">
      <w:pPr>
        <w:ind w:left="-709" w:firstLine="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</w:t>
      </w:r>
      <w:r w:rsidR="009A30D3">
        <w:rPr>
          <w:rFonts w:asciiTheme="minorHAnsi" w:hAnsiTheme="minorHAnsi"/>
          <w:sz w:val="22"/>
          <w:szCs w:val="22"/>
        </w:rPr>
        <w:t>e</w:t>
      </w:r>
      <w:r w:rsidR="00EA3F3B" w:rsidRPr="00C64248">
        <w:rPr>
          <w:rFonts w:asciiTheme="minorHAnsi" w:hAnsiTheme="minorHAnsi"/>
          <w:sz w:val="22"/>
          <w:szCs w:val="22"/>
        </w:rPr>
        <w:t xml:space="preserve"> </w:t>
      </w:r>
      <w:r w:rsidR="00EA3F3B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7F5326BE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3402511E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57EEBCB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7CCBC4D9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9A30D3">
      <w:type w:val="continuous"/>
      <w:pgSz w:w="11906" w:h="16838" w:code="9"/>
      <w:pgMar w:top="1701" w:right="1134" w:bottom="1134" w:left="1134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1255E" w14:textId="77777777" w:rsidR="00353621" w:rsidRDefault="00353621">
      <w:r>
        <w:separator/>
      </w:r>
    </w:p>
  </w:endnote>
  <w:endnote w:type="continuationSeparator" w:id="0">
    <w:p w14:paraId="309C2F12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F3EB1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4C061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165C0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D2A55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BB464" w14:textId="77777777" w:rsidR="00353621" w:rsidRDefault="00353621">
      <w:r>
        <w:separator/>
      </w:r>
    </w:p>
  </w:footnote>
  <w:footnote w:type="continuationSeparator" w:id="0">
    <w:p w14:paraId="2E90B497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CDD98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3676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0027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2F57BA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3A76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0D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476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56A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14D6C6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1</Pages>
  <Words>144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Jaroslava Čížková</cp:lastModifiedBy>
  <cp:revision>20</cp:revision>
  <cp:lastPrinted>2008-06-11T13:40:00Z</cp:lastPrinted>
  <dcterms:created xsi:type="dcterms:W3CDTF">2018-10-15T07:28:00Z</dcterms:created>
  <dcterms:modified xsi:type="dcterms:W3CDTF">2021-03-15T22:40:00Z</dcterms:modified>
</cp:coreProperties>
</file>